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bottom w:val="wav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85"/>
        <w:gridCol w:w="7177"/>
      </w:tblGrid>
      <w:tr w:rsidR="002E31D0" w:rsidRPr="00841BB0" w14:paraId="7BCF3D3D" w14:textId="77777777" w:rsidTr="00841BB0">
        <w:tc>
          <w:tcPr>
            <w:tcW w:w="1900" w:type="dxa"/>
            <w:shd w:val="clear" w:color="auto" w:fill="F2F2F2" w:themeFill="background1" w:themeFillShade="F2"/>
          </w:tcPr>
          <w:p w14:paraId="7BCF3D3B" w14:textId="77777777" w:rsidR="002E31D0" w:rsidRPr="00841BB0" w:rsidRDefault="002E31D0" w:rsidP="00995283">
            <w:pPr>
              <w:rPr>
                <w:rFonts w:ascii="Arial" w:hAnsi="Arial" w:cs="Arial"/>
                <w:b/>
                <w:sz w:val="22"/>
              </w:rPr>
            </w:pPr>
            <w:r w:rsidRPr="00841BB0">
              <w:rPr>
                <w:rFonts w:ascii="Arial" w:hAnsi="Arial" w:cs="Arial"/>
                <w:b/>
                <w:sz w:val="22"/>
              </w:rPr>
              <w:t>An …</w:t>
            </w:r>
          </w:p>
        </w:tc>
        <w:tc>
          <w:tcPr>
            <w:tcW w:w="7286" w:type="dxa"/>
          </w:tcPr>
          <w:p w14:paraId="7BCF3D3C" w14:textId="77777777" w:rsidR="002E31D0" w:rsidRPr="00841BB0" w:rsidRDefault="002E31D0" w:rsidP="00743798">
            <w:pPr>
              <w:rPr>
                <w:rFonts w:ascii="Arial" w:hAnsi="Arial" w:cs="Arial"/>
                <w:sz w:val="22"/>
              </w:rPr>
            </w:pPr>
          </w:p>
        </w:tc>
      </w:tr>
      <w:tr w:rsidR="002E31D0" w:rsidRPr="00841BB0" w14:paraId="7BCF3D40" w14:textId="77777777" w:rsidTr="00841BB0">
        <w:tc>
          <w:tcPr>
            <w:tcW w:w="1900" w:type="dxa"/>
            <w:shd w:val="clear" w:color="auto" w:fill="F2F2F2" w:themeFill="background1" w:themeFillShade="F2"/>
          </w:tcPr>
          <w:p w14:paraId="7BCF3D3E" w14:textId="77777777" w:rsidR="002E31D0" w:rsidRPr="00841BB0" w:rsidRDefault="002E31D0" w:rsidP="00743798">
            <w:pPr>
              <w:rPr>
                <w:rFonts w:ascii="Arial" w:hAnsi="Arial" w:cs="Arial"/>
                <w:b/>
                <w:sz w:val="22"/>
              </w:rPr>
            </w:pPr>
            <w:r w:rsidRPr="00841BB0">
              <w:rPr>
                <w:rFonts w:ascii="Arial" w:hAnsi="Arial" w:cs="Arial"/>
                <w:b/>
                <w:sz w:val="22"/>
              </w:rPr>
              <w:t>CC …</w:t>
            </w:r>
          </w:p>
        </w:tc>
        <w:tc>
          <w:tcPr>
            <w:tcW w:w="7286" w:type="dxa"/>
          </w:tcPr>
          <w:p w14:paraId="7BCF3D3F" w14:textId="77777777" w:rsidR="002E31D0" w:rsidRPr="00841BB0" w:rsidRDefault="002E31D0" w:rsidP="00743798">
            <w:pPr>
              <w:rPr>
                <w:rFonts w:ascii="Arial" w:hAnsi="Arial" w:cs="Arial"/>
                <w:sz w:val="22"/>
              </w:rPr>
            </w:pPr>
          </w:p>
        </w:tc>
      </w:tr>
      <w:tr w:rsidR="002E31D0" w:rsidRPr="00841BB0" w14:paraId="7BCF3D43" w14:textId="77777777" w:rsidTr="00841BB0">
        <w:tc>
          <w:tcPr>
            <w:tcW w:w="1900" w:type="dxa"/>
            <w:shd w:val="clear" w:color="auto" w:fill="F2F2F2" w:themeFill="background1" w:themeFillShade="F2"/>
          </w:tcPr>
          <w:p w14:paraId="7BCF3D41" w14:textId="77777777" w:rsidR="002E31D0" w:rsidRPr="00841BB0" w:rsidRDefault="002E31D0" w:rsidP="00743798">
            <w:pPr>
              <w:rPr>
                <w:rFonts w:ascii="Arial" w:hAnsi="Arial" w:cs="Arial"/>
                <w:b/>
                <w:sz w:val="22"/>
              </w:rPr>
            </w:pPr>
            <w:r w:rsidRPr="00841BB0">
              <w:rPr>
                <w:rFonts w:ascii="Arial" w:hAnsi="Arial" w:cs="Arial"/>
                <w:b/>
                <w:sz w:val="22"/>
              </w:rPr>
              <w:t>BCC …</w:t>
            </w:r>
          </w:p>
        </w:tc>
        <w:tc>
          <w:tcPr>
            <w:tcW w:w="7286" w:type="dxa"/>
          </w:tcPr>
          <w:p w14:paraId="7BCF3D42" w14:textId="77777777" w:rsidR="002E31D0" w:rsidRPr="00841BB0" w:rsidRDefault="002E31D0" w:rsidP="00743798">
            <w:pPr>
              <w:rPr>
                <w:rFonts w:ascii="Arial" w:hAnsi="Arial" w:cs="Arial"/>
                <w:sz w:val="22"/>
              </w:rPr>
            </w:pPr>
          </w:p>
        </w:tc>
      </w:tr>
      <w:tr w:rsidR="002E31D0" w:rsidRPr="00841BB0" w14:paraId="7BCF3D46" w14:textId="77777777" w:rsidTr="00841BB0">
        <w:tc>
          <w:tcPr>
            <w:tcW w:w="1900" w:type="dxa"/>
            <w:shd w:val="clear" w:color="auto" w:fill="F2F2F2" w:themeFill="background1" w:themeFillShade="F2"/>
          </w:tcPr>
          <w:p w14:paraId="7BCF3D44" w14:textId="77777777" w:rsidR="002E31D0" w:rsidRPr="00841BB0" w:rsidRDefault="002E31D0" w:rsidP="00743798">
            <w:pPr>
              <w:rPr>
                <w:rFonts w:ascii="Arial" w:hAnsi="Arial" w:cs="Arial"/>
                <w:b/>
                <w:sz w:val="22"/>
              </w:rPr>
            </w:pPr>
            <w:r w:rsidRPr="00841BB0">
              <w:rPr>
                <w:rFonts w:ascii="Arial" w:hAnsi="Arial" w:cs="Arial"/>
                <w:b/>
                <w:sz w:val="22"/>
              </w:rPr>
              <w:t>Betreff:</w:t>
            </w:r>
          </w:p>
        </w:tc>
        <w:tc>
          <w:tcPr>
            <w:tcW w:w="7286" w:type="dxa"/>
          </w:tcPr>
          <w:p w14:paraId="7BCF3D45" w14:textId="77777777" w:rsidR="002E31D0" w:rsidRPr="00841BB0" w:rsidRDefault="002E31D0" w:rsidP="00743798">
            <w:pPr>
              <w:rPr>
                <w:rFonts w:ascii="Arial" w:hAnsi="Arial" w:cs="Arial"/>
                <w:sz w:val="22"/>
              </w:rPr>
            </w:pPr>
          </w:p>
        </w:tc>
      </w:tr>
      <w:tr w:rsidR="002E31D0" w:rsidRPr="00841BB0" w14:paraId="7BCF3D57" w14:textId="77777777" w:rsidTr="00347AD2">
        <w:trPr>
          <w:trHeight w:val="2813"/>
        </w:trPr>
        <w:tc>
          <w:tcPr>
            <w:tcW w:w="9186" w:type="dxa"/>
            <w:gridSpan w:val="2"/>
          </w:tcPr>
          <w:p w14:paraId="7BCF3D56" w14:textId="1E7A8A89" w:rsidR="002E31D0" w:rsidRPr="00841BB0" w:rsidRDefault="002E31D0" w:rsidP="004E1E74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</w:tr>
    </w:tbl>
    <w:p w14:paraId="7BCF3D58" w14:textId="77777777" w:rsidR="002E31D0" w:rsidRDefault="002E31D0" w:rsidP="00743798"/>
    <w:sectPr w:rsidR="002E31D0" w:rsidSect="002E31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DA"/>
    <w:rsid w:val="00082A18"/>
    <w:rsid w:val="001030C3"/>
    <w:rsid w:val="001351C2"/>
    <w:rsid w:val="00260F6D"/>
    <w:rsid w:val="002E31D0"/>
    <w:rsid w:val="00347AD2"/>
    <w:rsid w:val="0047790C"/>
    <w:rsid w:val="004E1E74"/>
    <w:rsid w:val="0050758F"/>
    <w:rsid w:val="005665C9"/>
    <w:rsid w:val="005A756A"/>
    <w:rsid w:val="006E3486"/>
    <w:rsid w:val="00816BED"/>
    <w:rsid w:val="00841BB0"/>
    <w:rsid w:val="008F474E"/>
    <w:rsid w:val="00995283"/>
    <w:rsid w:val="00997B25"/>
    <w:rsid w:val="009C44BB"/>
    <w:rsid w:val="00A4083F"/>
    <w:rsid w:val="00AA072B"/>
    <w:rsid w:val="00AB7BAB"/>
    <w:rsid w:val="00B931DA"/>
    <w:rsid w:val="00C02F22"/>
    <w:rsid w:val="00CB1C35"/>
    <w:rsid w:val="00D8463A"/>
    <w:rsid w:val="00E44D7E"/>
    <w:rsid w:val="00EA64A8"/>
    <w:rsid w:val="00ED3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F3D3B"/>
  <w15:docId w15:val="{78C4B296-FC9D-4AA9-9026-D2C7BF75D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1C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44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2F21C221.dotm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dagmar.wagegg@live.com</dc:creator>
  <cp:lastModifiedBy>Wilhelm, Sophie</cp:lastModifiedBy>
  <cp:revision>5</cp:revision>
  <dcterms:created xsi:type="dcterms:W3CDTF">2021-06-11T11:17:00Z</dcterms:created>
  <dcterms:modified xsi:type="dcterms:W3CDTF">2021-11-09T09:30:00Z</dcterms:modified>
</cp:coreProperties>
</file>